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DADAC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56FC71C1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0"/>
        <w:gridCol w:w="6322"/>
      </w:tblGrid>
      <w:tr w:rsidR="009D054B" w:rsidRPr="00B90C98" w14:paraId="68087651" w14:textId="77777777" w:rsidTr="009D054B">
        <w:trPr>
          <w:trHeight w:val="417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2DA4E3E3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9C74F16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E31CDBE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7AEC831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742D54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69FD81C0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3D6784F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765700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9882E30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860B943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1B0004D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i: </w:t>
            </w:r>
            <w:r>
              <w:t xml:space="preserve"> </w:t>
            </w:r>
            <w:r w:rsidRPr="00C21824">
              <w:rPr>
                <w:rFonts w:ascii="Times New Roman" w:hAnsi="Times New Roman"/>
                <w:sz w:val="24"/>
                <w:szCs w:val="24"/>
              </w:rPr>
              <w:t>Aktsiaselts Pärnu Vesi</w:t>
            </w:r>
          </w:p>
        </w:tc>
      </w:tr>
      <w:tr w:rsidR="009D054B" w:rsidRPr="00B90C98" w14:paraId="1F6310C0" w14:textId="77777777" w:rsidTr="009D054B">
        <w:trPr>
          <w:trHeight w:val="415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27AFF44B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43BA62F" w14:textId="1F3C7ADE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ED6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1824">
              <w:rPr>
                <w:rFonts w:ascii="Times New Roman" w:hAnsi="Times New Roman"/>
                <w:sz w:val="24"/>
                <w:szCs w:val="24"/>
              </w:rPr>
              <w:t>10120395</w:t>
            </w:r>
          </w:p>
        </w:tc>
      </w:tr>
      <w:tr w:rsidR="009D054B" w:rsidRPr="00B90C98" w14:paraId="01D32DB7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368647A7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877AA75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Aadress: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 w:rsidRPr="00C21824">
              <w:rPr>
                <w:rFonts w:ascii="Times New Roman" w:hAnsi="Times New Roman"/>
                <w:sz w:val="24"/>
                <w:szCs w:val="24"/>
              </w:rPr>
              <w:t>Vingi</w:t>
            </w:r>
            <w:proofErr w:type="spellEnd"/>
            <w:r w:rsidRPr="00C21824">
              <w:rPr>
                <w:rFonts w:ascii="Times New Roman" w:hAnsi="Times New Roman"/>
                <w:sz w:val="24"/>
                <w:szCs w:val="24"/>
              </w:rPr>
              <w:t xml:space="preserve"> tn 13, Pärnu linn 80010</w:t>
            </w:r>
          </w:p>
        </w:tc>
      </w:tr>
      <w:tr w:rsidR="009D054B" w:rsidRPr="00B90C98" w14:paraId="047CF1AC" w14:textId="77777777" w:rsidTr="009D054B">
        <w:trPr>
          <w:trHeight w:val="421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1D8D657A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47AC24D" w14:textId="0AD0132E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Õigustatud isiku poolne lepingu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sõlmija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A70F72">
              <w:rPr>
                <w:rFonts w:ascii="Times New Roman" w:hAnsi="Times New Roman"/>
                <w:sz w:val="24"/>
                <w:szCs w:val="24"/>
              </w:rPr>
              <w:t>Argo Riik</w:t>
            </w:r>
          </w:p>
        </w:tc>
      </w:tr>
      <w:tr w:rsidR="009D054B" w:rsidRPr="00B90C98" w14:paraId="76571665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485003F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0B4E23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9D054B" w:rsidRPr="00B90C98" w14:paraId="75C89A7C" w14:textId="77777777" w:rsidTr="009D054B">
        <w:trPr>
          <w:trHeight w:val="272"/>
        </w:trPr>
        <w:tc>
          <w:tcPr>
            <w:tcW w:w="274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603064C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3D1550C6" w14:textId="7D8D5BC2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sõlmija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e-posti aadress, telefoni number: </w:t>
            </w:r>
            <w:r>
              <w:t xml:space="preserve"> </w:t>
            </w:r>
            <w:hyperlink r:id="rId6" w:history="1">
              <w:r w:rsidR="00A70F72" w:rsidRPr="00DF1A10">
                <w:rPr>
                  <w:rStyle w:val="Hperlink"/>
                </w:rPr>
                <w:t>argo.riik@parnuvesi.ee</w:t>
              </w:r>
            </w:hyperlink>
            <w:r w:rsidR="00A70F72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tel. </w:t>
            </w:r>
            <w:r w:rsidR="00A70F72">
              <w:rPr>
                <w:rFonts w:ascii="Times New Roman" w:hAnsi="Times New Roman"/>
                <w:sz w:val="24"/>
                <w:szCs w:val="24"/>
              </w:rPr>
              <w:t>55505944</w:t>
            </w:r>
          </w:p>
        </w:tc>
      </w:tr>
      <w:tr w:rsidR="009D054B" w:rsidRPr="00B90C98" w14:paraId="5543AD17" w14:textId="77777777" w:rsidTr="009D054B">
        <w:trPr>
          <w:trHeight w:val="94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2BDB9018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133A4BD" w14:textId="100097C1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Isikunimi: </w:t>
            </w:r>
            <w:r w:rsidR="00A70F72">
              <w:rPr>
                <w:rFonts w:ascii="Times New Roman" w:hAnsi="Times New Roman"/>
                <w:sz w:val="24"/>
                <w:szCs w:val="24"/>
              </w:rPr>
              <w:t>Argo Riik</w:t>
            </w:r>
          </w:p>
        </w:tc>
      </w:tr>
      <w:tr w:rsidR="009D054B" w:rsidRPr="00B90C98" w14:paraId="422ED995" w14:textId="77777777" w:rsidTr="009D054B">
        <w:trPr>
          <w:trHeight w:val="93"/>
        </w:trPr>
        <w:tc>
          <w:tcPr>
            <w:tcW w:w="2740" w:type="dxa"/>
            <w:vMerge/>
            <w:tcBorders>
              <w:bottom w:val="nil"/>
              <w:right w:val="single" w:sz="4" w:space="0" w:color="auto"/>
            </w:tcBorders>
          </w:tcPr>
          <w:p w14:paraId="205441A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B680FB1" w14:textId="64791E1F" w:rsidR="009D054B" w:rsidRPr="00B90C98" w:rsidRDefault="009D054B" w:rsidP="009D05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7" w:history="1">
              <w:r w:rsidR="00A70F72" w:rsidRPr="00DF1A10">
                <w:rPr>
                  <w:rStyle w:val="Hperlink"/>
                </w:rPr>
                <w:t>argo.riik@parnuvesi.ee</w:t>
              </w:r>
            </w:hyperlink>
            <w:r w:rsidR="00A70F72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tel. </w:t>
            </w:r>
            <w:r w:rsidR="004353C5">
              <w:rPr>
                <w:rFonts w:ascii="Times New Roman" w:hAnsi="Times New Roman"/>
                <w:sz w:val="24"/>
                <w:szCs w:val="24"/>
              </w:rPr>
              <w:t>5</w:t>
            </w:r>
            <w:r w:rsidR="00A70F72">
              <w:rPr>
                <w:rFonts w:ascii="Times New Roman" w:hAnsi="Times New Roman"/>
                <w:sz w:val="24"/>
                <w:szCs w:val="24"/>
              </w:rPr>
              <w:t>5505944</w:t>
            </w:r>
          </w:p>
        </w:tc>
      </w:tr>
      <w:tr w:rsidR="009960AC" w:rsidRPr="00B90C98" w14:paraId="100A84D3" w14:textId="77777777" w:rsidTr="009D054B">
        <w:trPr>
          <w:trHeight w:val="93"/>
        </w:trPr>
        <w:tc>
          <w:tcPr>
            <w:tcW w:w="2740" w:type="dxa"/>
            <w:tcBorders>
              <w:bottom w:val="nil"/>
              <w:right w:val="single" w:sz="4" w:space="0" w:color="auto"/>
            </w:tcBorders>
          </w:tcPr>
          <w:p w14:paraId="1A5E12A1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vMerge w:val="restart"/>
            <w:tcBorders>
              <w:left w:val="single" w:sz="4" w:space="0" w:color="auto"/>
            </w:tcBorders>
          </w:tcPr>
          <w:p w14:paraId="129F5026" w14:textId="1A03D028" w:rsidR="00120A85" w:rsidRPr="00D2496E" w:rsidRDefault="004353C5" w:rsidP="00F10D7E">
            <w:pPr>
              <w:spacing w:after="0"/>
              <w:rPr>
                <w:rFonts w:ascii="Times New Roman" w:hAnsi="Times New Roman"/>
              </w:rPr>
            </w:pPr>
            <w:r w:rsidRPr="00D2496E">
              <w:rPr>
                <w:rFonts w:ascii="Times New Roman" w:hAnsi="Times New Roman"/>
              </w:rPr>
              <w:t>IKÕ seadmine kinnistutele</w:t>
            </w:r>
            <w:r w:rsidR="00120A85" w:rsidRPr="00D2496E">
              <w:rPr>
                <w:rFonts w:ascii="Times New Roman" w:hAnsi="Times New Roman"/>
              </w:rPr>
              <w:t>:</w:t>
            </w:r>
            <w:r w:rsidRPr="00D2496E">
              <w:rPr>
                <w:rFonts w:ascii="Times New Roman" w:hAnsi="Times New Roman"/>
              </w:rPr>
              <w:t xml:space="preserve"> </w:t>
            </w:r>
          </w:p>
          <w:p w14:paraId="72273FD9" w14:textId="77777777" w:rsidR="009960AC" w:rsidRPr="00D2496E" w:rsidRDefault="00120A85" w:rsidP="00F10D7E">
            <w:pPr>
              <w:spacing w:after="0"/>
              <w:rPr>
                <w:rFonts w:ascii="Times New Roman" w:hAnsi="Times New Roman"/>
              </w:rPr>
            </w:pPr>
            <w:r w:rsidRPr="00D2496E">
              <w:rPr>
                <w:rFonts w:ascii="Times New Roman" w:hAnsi="Times New Roman"/>
              </w:rPr>
              <w:t>19278 Sindi-Lodja-Silla tee</w:t>
            </w:r>
          </w:p>
          <w:p w14:paraId="085A6CBF" w14:textId="513A0086" w:rsidR="00120A85" w:rsidRPr="00ED6298" w:rsidRDefault="00D2496E" w:rsidP="00F10D7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D2496E">
              <w:rPr>
                <w:rFonts w:ascii="Times New Roman" w:hAnsi="Times New Roman"/>
              </w:rPr>
              <w:t>59 Pärnu-Tori tee</w:t>
            </w:r>
          </w:p>
        </w:tc>
      </w:tr>
      <w:tr w:rsidR="009960AC" w:rsidRPr="00B90C98" w14:paraId="4833B2D2" w14:textId="77777777" w:rsidTr="009D054B">
        <w:trPr>
          <w:trHeight w:val="272"/>
        </w:trPr>
        <w:tc>
          <w:tcPr>
            <w:tcW w:w="2740" w:type="dxa"/>
            <w:tcBorders>
              <w:top w:val="nil"/>
              <w:right w:val="single" w:sz="4" w:space="0" w:color="auto"/>
            </w:tcBorders>
          </w:tcPr>
          <w:p w14:paraId="7E965748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322" w:type="dxa"/>
            <w:vMerge/>
            <w:tcBorders>
              <w:left w:val="single" w:sz="4" w:space="0" w:color="auto"/>
            </w:tcBorders>
          </w:tcPr>
          <w:p w14:paraId="689F740B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7CD08335" w14:textId="77777777" w:rsidTr="009D054B">
        <w:trPr>
          <w:trHeight w:val="580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0260008E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801E808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4B46607" w14:textId="77777777" w:rsidR="00E763EE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</w:p>
          <w:p w14:paraId="3C2F4756" w14:textId="4D535862" w:rsidR="00ED6298" w:rsidRPr="00B90C98" w:rsidRDefault="00ED6298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</w:t>
            </w:r>
            <w:r w:rsidR="00D2496E">
              <w:rPr>
                <w:rFonts w:ascii="Times New Roman" w:hAnsi="Times New Roman"/>
              </w:rPr>
              <w:t>Sindi-Lodja sild põhiprojekt</w:t>
            </w:r>
            <w:r>
              <w:rPr>
                <w:rFonts w:ascii="Times New Roman" w:hAnsi="Times New Roman"/>
              </w:rPr>
              <w:t xml:space="preserve">“ töö nr </w:t>
            </w:r>
            <w:r w:rsidR="00D2496E">
              <w:rPr>
                <w:rFonts w:ascii="Times New Roman" w:hAnsi="Times New Roman"/>
              </w:rPr>
              <w:t>23029</w:t>
            </w:r>
          </w:p>
        </w:tc>
      </w:tr>
      <w:tr w:rsidR="007C4DE8" w:rsidRPr="00B90C98" w14:paraId="7F81CEB3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664687B4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76A5A90A" w14:textId="01C3242B" w:rsidR="00E763EE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 w:rsidR="00792762">
              <w:rPr>
                <w:rFonts w:ascii="Times New Roman" w:hAnsi="Times New Roman"/>
              </w:rPr>
              <w:t>:</w:t>
            </w:r>
          </w:p>
          <w:p w14:paraId="3AD1038B" w14:textId="5C42A78E" w:rsidR="00ED6298" w:rsidRPr="00B90C98" w:rsidRDefault="00792762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Indrek </w:t>
            </w:r>
            <w:proofErr w:type="spellStart"/>
            <w:r>
              <w:rPr>
                <w:rFonts w:ascii="Times New Roman" w:hAnsi="Times New Roman"/>
              </w:rPr>
              <w:t>Oden</w:t>
            </w:r>
            <w:proofErr w:type="spellEnd"/>
          </w:p>
        </w:tc>
      </w:tr>
      <w:tr w:rsidR="007C4DE8" w:rsidRPr="00B90C98" w14:paraId="00094F80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31E395C0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2F4AFCF" w14:textId="77777777" w:rsidR="00E763EE" w:rsidRPr="00B90C98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number ja kuupäev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</w:tc>
      </w:tr>
      <w:tr w:rsidR="007C4DE8" w:rsidRPr="00B90C98" w14:paraId="222E0CCD" w14:textId="77777777" w:rsidTr="009D054B">
        <w:trPr>
          <w:trHeight w:val="312"/>
        </w:trPr>
        <w:tc>
          <w:tcPr>
            <w:tcW w:w="2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3B96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919E021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0B8194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1AED9D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5BE6E7AA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4523C33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1DC4965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1AF86B81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67395972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19278 Sindi-Lodja-Silla tee</w:t>
            </w:r>
          </w:p>
          <w:p w14:paraId="4740F61A" w14:textId="13C9AF14" w:rsidR="002E6949" w:rsidRPr="00B90C98" w:rsidRDefault="002E6949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59 Pärnu-Tori tee</w:t>
            </w:r>
          </w:p>
        </w:tc>
      </w:tr>
      <w:tr w:rsidR="007C4DE8" w:rsidRPr="00B90C98" w14:paraId="418AE96B" w14:textId="77777777" w:rsidTr="009D054B">
        <w:trPr>
          <w:trHeight w:val="415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DE7A4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55D759E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56801:001:0507</w:t>
            </w:r>
          </w:p>
          <w:p w14:paraId="399C703F" w14:textId="1797DCFD" w:rsidR="002E6949" w:rsidRPr="00B90C98" w:rsidRDefault="002E6949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</w:t>
            </w:r>
            <w:r w:rsidRPr="002E6949">
              <w:rPr>
                <w:rFonts w:ascii="Times New Roman" w:hAnsi="Times New Roman"/>
              </w:rPr>
              <w:t>56801:001:0541</w:t>
            </w:r>
          </w:p>
        </w:tc>
      </w:tr>
      <w:tr w:rsidR="007C4DE8" w:rsidRPr="00B90C98" w14:paraId="17371266" w14:textId="77777777" w:rsidTr="009D054B">
        <w:trPr>
          <w:trHeight w:val="378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9811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84B2E2C" w14:textId="6D12FF9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ED6298">
              <w:rPr>
                <w:rFonts w:ascii="Times New Roman" w:hAnsi="Times New Roman"/>
              </w:rPr>
              <w:t xml:space="preserve"> </w:t>
            </w:r>
            <w:r w:rsidR="00ED6298" w:rsidRPr="00ED6298">
              <w:rPr>
                <w:rFonts w:ascii="Times New Roman" w:hAnsi="Times New Roman"/>
              </w:rPr>
              <w:t>8250650</w:t>
            </w:r>
            <w:r w:rsidR="00771A04">
              <w:rPr>
                <w:rFonts w:ascii="Times New Roman" w:hAnsi="Times New Roman"/>
              </w:rPr>
              <w:t>, 8249450</w:t>
            </w:r>
          </w:p>
        </w:tc>
      </w:tr>
      <w:tr w:rsidR="007C4DE8" w:rsidRPr="00B90C98" w14:paraId="5441248C" w14:textId="77777777" w:rsidTr="009D054B">
        <w:trPr>
          <w:trHeight w:val="453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9805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6B4C4BCF" w14:textId="71C4C00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ED6298">
              <w:rPr>
                <w:rFonts w:ascii="Times New Roman" w:hAnsi="Times New Roman"/>
                <w:i/>
                <w:iCs/>
                <w:u w:val="single"/>
              </w:rPr>
              <w:t>Vee- ja kanalisatsioonitorustiku</w:t>
            </w:r>
            <w:r w:rsidR="00614EA8"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2F08EFC0" w14:textId="77777777" w:rsidR="002130AE" w:rsidRDefault="002130AE" w:rsidP="00E763E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9B49C9">
              <w:rPr>
                <w:rFonts w:ascii="Times New Roman" w:hAnsi="Times New Roman"/>
                <w:i/>
                <w:iCs/>
                <w:u w:val="single"/>
              </w:rPr>
              <w:t>871650 ja 871715</w:t>
            </w:r>
          </w:p>
          <w:p w14:paraId="799AEC4C" w14:textId="77777777" w:rsidR="00A70F0A" w:rsidRDefault="00A70F0A" w:rsidP="00E763EE">
            <w:pPr>
              <w:spacing w:after="0"/>
              <w:rPr>
                <w:lang w:eastAsia="et-EE"/>
              </w:rPr>
            </w:pPr>
            <w:hyperlink r:id="rId8" w:tgtFrame="_blank" w:tooltip="https://pari.kataster.ee/magic-link/fea3fe61-018a-4c87-88ad-e38a23e9294e" w:history="1">
              <w:r>
                <w:rPr>
                  <w:rStyle w:val="Hperlink"/>
                  <w:lang w:eastAsia="et-EE"/>
                </w:rPr>
                <w:t>https://pari.kataster.ee/magic-link/fea3fe61-018a-4c87-88ad-e38a23e9294e</w:t>
              </w:r>
            </w:hyperlink>
          </w:p>
          <w:p w14:paraId="4C28CCAF" w14:textId="3DB14791" w:rsidR="00A70F0A" w:rsidRPr="00B45F5F" w:rsidRDefault="00A70F0A" w:rsidP="00E763EE">
            <w:pPr>
              <w:spacing w:after="0"/>
              <w:rPr>
                <w:rFonts w:ascii="Times New Roman" w:hAnsi="Times New Roman"/>
                <w:u w:val="single"/>
              </w:rPr>
            </w:pPr>
            <w:hyperlink r:id="rId9" w:tgtFrame="_blank" w:tooltip="https://pari.kataster.ee/magic-link/ebdffcb1-c2c6-4cba-b04b-378550c621d9" w:history="1">
              <w:r>
                <w:rPr>
                  <w:rStyle w:val="Hperlink"/>
                  <w:lang w:eastAsia="et-EE"/>
                </w:rPr>
                <w:t>https://pari.kataster.ee/magic-link/ebdffcb1-c2c6-4cba-b04b-378550c621d9</w:t>
              </w:r>
            </w:hyperlink>
          </w:p>
        </w:tc>
      </w:tr>
      <w:tr w:rsidR="003D1EF6" w:rsidRPr="00B90C98" w14:paraId="16A28B46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6223F9EE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9380EF5" w14:textId="48FC473A" w:rsidR="003D1EF6" w:rsidRPr="00B90C98" w:rsidRDefault="00E857CE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>AS Pärnu Vesi</w:t>
            </w:r>
          </w:p>
        </w:tc>
      </w:tr>
      <w:tr w:rsidR="007C4DE8" w:rsidRPr="00B90C98" w14:paraId="4007F347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74C5ADB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EA6CCB4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10" w:anchor="mahasoidud-ehitamin" w:history="1">
              <w:r w:rsidR="00FA2EA4" w:rsidRPr="00B90C98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4EAB3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0C0CB52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5E8D474B" w14:textId="77777777" w:rsidR="00FA2EA4" w:rsidRPr="00B90C98" w:rsidRDefault="00FA2EA4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Transpordiameti kooskõlastus/-</w:t>
            </w:r>
            <w:proofErr w:type="spellStart"/>
            <w:r w:rsidRPr="00B90C98">
              <w:rPr>
                <w:rFonts w:ascii="Times New Roman" w:hAnsi="Times New Roman"/>
                <w:u w:val="single"/>
              </w:rPr>
              <w:t>ed</w:t>
            </w:r>
            <w:proofErr w:type="spellEnd"/>
            <w:r w:rsidRPr="00B90C98">
              <w:rPr>
                <w:rFonts w:ascii="Times New Roman" w:hAnsi="Times New Roman"/>
                <w:u w:val="single"/>
              </w:rPr>
              <w:t xml:space="preserve"> projektile</w:t>
            </w:r>
          </w:p>
        </w:tc>
      </w:tr>
    </w:tbl>
    <w:p w14:paraId="0ADCC8CC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51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98"/>
    <w:rsid w:val="00076CA3"/>
    <w:rsid w:val="00087AA8"/>
    <w:rsid w:val="000A32A1"/>
    <w:rsid w:val="000C234D"/>
    <w:rsid w:val="0010359D"/>
    <w:rsid w:val="0011274A"/>
    <w:rsid w:val="00120A85"/>
    <w:rsid w:val="00141785"/>
    <w:rsid w:val="00153C48"/>
    <w:rsid w:val="00184508"/>
    <w:rsid w:val="001B7292"/>
    <w:rsid w:val="001D6780"/>
    <w:rsid w:val="001E6C4F"/>
    <w:rsid w:val="001F08D9"/>
    <w:rsid w:val="001F3A7E"/>
    <w:rsid w:val="002130AE"/>
    <w:rsid w:val="0022314B"/>
    <w:rsid w:val="002365A7"/>
    <w:rsid w:val="00243B3B"/>
    <w:rsid w:val="002464B9"/>
    <w:rsid w:val="00260517"/>
    <w:rsid w:val="002C15BC"/>
    <w:rsid w:val="002E03D5"/>
    <w:rsid w:val="002E6949"/>
    <w:rsid w:val="002E7A4C"/>
    <w:rsid w:val="00315862"/>
    <w:rsid w:val="00326BE8"/>
    <w:rsid w:val="003360FB"/>
    <w:rsid w:val="00367797"/>
    <w:rsid w:val="003A30B5"/>
    <w:rsid w:val="003B2663"/>
    <w:rsid w:val="003C3A9B"/>
    <w:rsid w:val="003D1EF6"/>
    <w:rsid w:val="003D239A"/>
    <w:rsid w:val="00405DCF"/>
    <w:rsid w:val="004313C2"/>
    <w:rsid w:val="004353C5"/>
    <w:rsid w:val="00447EE2"/>
    <w:rsid w:val="00497513"/>
    <w:rsid w:val="004A3F9B"/>
    <w:rsid w:val="004D773D"/>
    <w:rsid w:val="004E33EF"/>
    <w:rsid w:val="004F3C25"/>
    <w:rsid w:val="0053355D"/>
    <w:rsid w:val="00586358"/>
    <w:rsid w:val="005943F8"/>
    <w:rsid w:val="005D51F3"/>
    <w:rsid w:val="005E054B"/>
    <w:rsid w:val="005E607B"/>
    <w:rsid w:val="00600BF2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32A6C"/>
    <w:rsid w:val="00771A04"/>
    <w:rsid w:val="00777960"/>
    <w:rsid w:val="00787B71"/>
    <w:rsid w:val="00792762"/>
    <w:rsid w:val="007C285E"/>
    <w:rsid w:val="007C4CD0"/>
    <w:rsid w:val="007C4DE8"/>
    <w:rsid w:val="007F3412"/>
    <w:rsid w:val="007F3A32"/>
    <w:rsid w:val="00823BF1"/>
    <w:rsid w:val="008300E7"/>
    <w:rsid w:val="00846815"/>
    <w:rsid w:val="00872B3C"/>
    <w:rsid w:val="008C0C9A"/>
    <w:rsid w:val="008D577E"/>
    <w:rsid w:val="008E5772"/>
    <w:rsid w:val="0092064E"/>
    <w:rsid w:val="00934A34"/>
    <w:rsid w:val="009419D4"/>
    <w:rsid w:val="009444BF"/>
    <w:rsid w:val="0095626E"/>
    <w:rsid w:val="0097083D"/>
    <w:rsid w:val="00995681"/>
    <w:rsid w:val="009960AC"/>
    <w:rsid w:val="009B49C9"/>
    <w:rsid w:val="009C5E90"/>
    <w:rsid w:val="009D054B"/>
    <w:rsid w:val="009F0460"/>
    <w:rsid w:val="009F677F"/>
    <w:rsid w:val="00A24106"/>
    <w:rsid w:val="00A3236D"/>
    <w:rsid w:val="00A3760F"/>
    <w:rsid w:val="00A4617F"/>
    <w:rsid w:val="00A47F66"/>
    <w:rsid w:val="00A70F0A"/>
    <w:rsid w:val="00A70F72"/>
    <w:rsid w:val="00A7366B"/>
    <w:rsid w:val="00A8121D"/>
    <w:rsid w:val="00A8267F"/>
    <w:rsid w:val="00AA03DD"/>
    <w:rsid w:val="00AA1E93"/>
    <w:rsid w:val="00AC01F6"/>
    <w:rsid w:val="00AC176F"/>
    <w:rsid w:val="00AF7153"/>
    <w:rsid w:val="00B20795"/>
    <w:rsid w:val="00B234FF"/>
    <w:rsid w:val="00B45F5F"/>
    <w:rsid w:val="00B64852"/>
    <w:rsid w:val="00B90C98"/>
    <w:rsid w:val="00B926D6"/>
    <w:rsid w:val="00BB1D67"/>
    <w:rsid w:val="00BC1C36"/>
    <w:rsid w:val="00BE5D5F"/>
    <w:rsid w:val="00C0685B"/>
    <w:rsid w:val="00C579C4"/>
    <w:rsid w:val="00C906E2"/>
    <w:rsid w:val="00CA25A1"/>
    <w:rsid w:val="00CA51D5"/>
    <w:rsid w:val="00CB4E5B"/>
    <w:rsid w:val="00CB771A"/>
    <w:rsid w:val="00CC58FE"/>
    <w:rsid w:val="00D03DB7"/>
    <w:rsid w:val="00D233E6"/>
    <w:rsid w:val="00D2496E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56960"/>
    <w:rsid w:val="00E763EE"/>
    <w:rsid w:val="00E80913"/>
    <w:rsid w:val="00E857CE"/>
    <w:rsid w:val="00E91B62"/>
    <w:rsid w:val="00E978FC"/>
    <w:rsid w:val="00EA4E42"/>
    <w:rsid w:val="00EB008A"/>
    <w:rsid w:val="00EB2A4E"/>
    <w:rsid w:val="00EC2572"/>
    <w:rsid w:val="00EC4B99"/>
    <w:rsid w:val="00EC6009"/>
    <w:rsid w:val="00ED6298"/>
    <w:rsid w:val="00ED6EC5"/>
    <w:rsid w:val="00EE3966"/>
    <w:rsid w:val="00F10D7E"/>
    <w:rsid w:val="00F23E09"/>
    <w:rsid w:val="00F24172"/>
    <w:rsid w:val="00F335A1"/>
    <w:rsid w:val="00FA2EA4"/>
    <w:rsid w:val="00FC3ED1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E5FB"/>
  <w15:chartTrackingRefBased/>
  <w15:docId w15:val="{E12BB94B-E432-4C4D-9646-127C5F67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fea3fe61-018a-4c87-88ad-e38a23e9294e" TargetMode="External"/><Relationship Id="rId3" Type="http://schemas.openxmlformats.org/officeDocument/2006/relationships/styles" Target="styles.xml"/><Relationship Id="rId7" Type="http://schemas.openxmlformats.org/officeDocument/2006/relationships/hyperlink" Target="mailto:argo.riik@parnuvesi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go.riik@parnuvesi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ebdffcb1-c2c6-4cba-b04b-378550c621d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Insenerteenistus\Dokumendid\IK&#213;\TRA\IK&#213;%20taotluse%20p&#245;hi_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IKÕ taotluse põhi_</Template>
  <TotalTime>58</TotalTime>
  <Pages>1</Pages>
  <Words>338</Words>
  <Characters>1966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2300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Mairit Leemets</dc:creator>
  <cp:keywords/>
  <cp:lastModifiedBy>Mihkel Erend</cp:lastModifiedBy>
  <cp:revision>12</cp:revision>
  <cp:lastPrinted>2020-04-26T13:24:00Z</cp:lastPrinted>
  <dcterms:created xsi:type="dcterms:W3CDTF">2024-06-25T10:59:00Z</dcterms:created>
  <dcterms:modified xsi:type="dcterms:W3CDTF">2025-08-11T07:39:00Z</dcterms:modified>
</cp:coreProperties>
</file>